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0CE58ECA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435D32D" w14:textId="702B1340" w:rsidR="00E10BA9" w:rsidRDefault="00B7608B" w:rsidP="00D57CD8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7C3F50">
              <w:t>Keskkonnaamet</w:t>
            </w:r>
          </w:p>
          <w:p w14:paraId="4560476B" w14:textId="63E61945" w:rsidR="00E85637" w:rsidRDefault="007C3F50" w:rsidP="00E270D5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info@keskkonnaamet</w:t>
            </w:r>
            <w:r w:rsidR="00E10BA9">
              <w:rPr>
                <w:noProof/>
              </w:rPr>
              <w:t>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19A0A997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396D7E7" w14:textId="0A424D88" w:rsidR="00E85637" w:rsidRDefault="00C45D18" w:rsidP="007C3F50">
            <w:pPr>
              <w:framePr w:w="9582" w:h="2155" w:wrap="notBeside" w:vAnchor="page" w:hAnchor="page" w:x="1702" w:y="3063"/>
            </w:pPr>
            <w:r>
              <w:t>11.09.202</w:t>
            </w:r>
            <w:r w:rsidR="00311328">
              <w:t>4</w:t>
            </w:r>
            <w:r w:rsidR="00356C40">
              <w:t xml:space="preserve"> nr </w:t>
            </w:r>
            <w:r>
              <w:t>DM</w:t>
            </w:r>
            <w:r w:rsidR="00A475F2">
              <w:t>-122170-15</w:t>
            </w:r>
          </w:p>
        </w:tc>
      </w:tr>
      <w:tr w:rsidR="00E85637" w14:paraId="0FC09687" w14:textId="77777777">
        <w:trPr>
          <w:cantSplit/>
          <w:trHeight w:val="743"/>
        </w:trPr>
        <w:tc>
          <w:tcPr>
            <w:tcW w:w="5216" w:type="dxa"/>
            <w:vMerge/>
          </w:tcPr>
          <w:p w14:paraId="5DA39500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679814FD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506A0EA4" w14:textId="63184BCF" w:rsidR="00E85637" w:rsidRDefault="00B7608B" w:rsidP="007C3F50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7CD8">
              <w:rPr>
                <w:noProof/>
              </w:rPr>
              <w:t>(digiallkirja kuupäev)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D57CD8">
              <w:rPr>
                <w:noProof/>
              </w:rPr>
              <w:t>3-1.1/202</w:t>
            </w:r>
            <w:r w:rsidR="005638FC">
              <w:rPr>
                <w:noProof/>
              </w:rPr>
              <w:t>4</w:t>
            </w:r>
            <w:r w:rsidR="00D57CD8">
              <w:rPr>
                <w:noProof/>
              </w:rPr>
              <w:t>/</w:t>
            </w:r>
            <w:r>
              <w:fldChar w:fldCharType="end"/>
            </w:r>
            <w:bookmarkEnd w:id="1"/>
            <w:r w:rsidR="00A475F2">
              <w:t>422</w:t>
            </w:r>
          </w:p>
        </w:tc>
      </w:tr>
      <w:tr w:rsidR="00E85637" w14:paraId="36762D26" w14:textId="77777777">
        <w:trPr>
          <w:cantSplit/>
          <w:trHeight w:hRule="exact" w:val="23"/>
        </w:trPr>
        <w:tc>
          <w:tcPr>
            <w:tcW w:w="5216" w:type="dxa"/>
          </w:tcPr>
          <w:p w14:paraId="6A5B709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50FA3501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29D0486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EAED834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4A93515" w14:textId="77777777" w:rsidR="00E85637" w:rsidRDefault="00E85637">
      <w:pPr>
        <w:rPr>
          <w:spacing w:val="0"/>
          <w:position w:val="0"/>
          <w:sz w:val="20"/>
        </w:rPr>
      </w:pPr>
    </w:p>
    <w:p w14:paraId="2A663993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0C545D80" wp14:editId="1B93A97B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B992A" w14:textId="58C6E93F" w:rsidR="00E85637" w:rsidRDefault="00A475F2">
      <w:pPr>
        <w:pStyle w:val="Pealkiri1"/>
      </w:pPr>
      <w:r>
        <w:t>Arvamuse andmine</w:t>
      </w:r>
    </w:p>
    <w:p w14:paraId="0AF1D2B9" w14:textId="7A2A6F1A" w:rsidR="007B7275" w:rsidRDefault="007B7275" w:rsidP="007B7275">
      <w:pPr>
        <w:rPr>
          <w:spacing w:val="0"/>
          <w:position w:val="0"/>
        </w:rPr>
      </w:pPr>
    </w:p>
    <w:p w14:paraId="48F52AA3" w14:textId="7A9511B8" w:rsidR="007C3F50" w:rsidRDefault="007C3F50" w:rsidP="007B7275">
      <w:pPr>
        <w:rPr>
          <w:spacing w:val="0"/>
          <w:position w:val="0"/>
        </w:rPr>
      </w:pPr>
    </w:p>
    <w:p w14:paraId="43D5AB4B" w14:textId="4A97AD8D" w:rsidR="007C3F50" w:rsidRDefault="007C3F50" w:rsidP="007B7275">
      <w:pPr>
        <w:rPr>
          <w:spacing w:val="0"/>
          <w:position w:val="0"/>
        </w:rPr>
      </w:pPr>
    </w:p>
    <w:p w14:paraId="62FF7EE2" w14:textId="7519B89D" w:rsidR="007C3F50" w:rsidRDefault="007C3F50" w:rsidP="007C3F50">
      <w:pPr>
        <w:jc w:val="both"/>
        <w:rPr>
          <w:spacing w:val="0"/>
          <w:position w:val="0"/>
          <w:szCs w:val="24"/>
        </w:rPr>
      </w:pPr>
      <w:r w:rsidRPr="00417D64">
        <w:rPr>
          <w:spacing w:val="0"/>
          <w:position w:val="0"/>
          <w:szCs w:val="24"/>
        </w:rPr>
        <w:t>Olete esitanud Riigimetsa Majandamise Keskusele (edaspidi RMK)</w:t>
      </w:r>
      <w:r>
        <w:rPr>
          <w:spacing w:val="0"/>
          <w:position w:val="0"/>
          <w:szCs w:val="24"/>
        </w:rPr>
        <w:t xml:space="preserve"> seisukoha andmiseks</w:t>
      </w:r>
      <w:r w:rsidRPr="00417D64">
        <w:rPr>
          <w:spacing w:val="0"/>
          <w:position w:val="0"/>
          <w:szCs w:val="24"/>
        </w:rPr>
        <w:t xml:space="preserve">  </w:t>
      </w:r>
      <w:proofErr w:type="spellStart"/>
      <w:r w:rsidR="00233BED">
        <w:rPr>
          <w:spacing w:val="0"/>
          <w:position w:val="0"/>
          <w:szCs w:val="24"/>
        </w:rPr>
        <w:t>Kikepera</w:t>
      </w:r>
      <w:proofErr w:type="spellEnd"/>
      <w:r w:rsidR="00233BED">
        <w:rPr>
          <w:spacing w:val="0"/>
          <w:position w:val="0"/>
          <w:szCs w:val="24"/>
        </w:rPr>
        <w:t xml:space="preserve"> II </w:t>
      </w:r>
      <w:r w:rsidR="00181A35">
        <w:rPr>
          <w:spacing w:val="0"/>
          <w:position w:val="0"/>
          <w:szCs w:val="24"/>
        </w:rPr>
        <w:t>liivakarjääri keskkonnamõju</w:t>
      </w:r>
      <w:r w:rsidR="005D2ED0">
        <w:rPr>
          <w:spacing w:val="0"/>
          <w:position w:val="0"/>
          <w:szCs w:val="24"/>
        </w:rPr>
        <w:t xml:space="preserve"> (KMH)</w:t>
      </w:r>
      <w:r w:rsidR="00181A35">
        <w:rPr>
          <w:spacing w:val="0"/>
          <w:position w:val="0"/>
          <w:szCs w:val="24"/>
        </w:rPr>
        <w:t xml:space="preserve"> hindamise</w:t>
      </w:r>
      <w:r w:rsidR="006E3FD1">
        <w:rPr>
          <w:spacing w:val="0"/>
          <w:position w:val="0"/>
          <w:szCs w:val="24"/>
        </w:rPr>
        <w:t xml:space="preserve"> eelhinnangu </w:t>
      </w:r>
      <w:r w:rsidR="005D2ED0">
        <w:rPr>
          <w:spacing w:val="0"/>
          <w:position w:val="0"/>
          <w:szCs w:val="24"/>
        </w:rPr>
        <w:t>ja</w:t>
      </w:r>
      <w:r w:rsidR="00181A35">
        <w:rPr>
          <w:spacing w:val="0"/>
          <w:position w:val="0"/>
          <w:szCs w:val="24"/>
        </w:rPr>
        <w:t xml:space="preserve"> </w:t>
      </w:r>
      <w:r w:rsidR="001E159B">
        <w:rPr>
          <w:spacing w:val="0"/>
          <w:position w:val="0"/>
          <w:szCs w:val="24"/>
        </w:rPr>
        <w:t xml:space="preserve">KMH </w:t>
      </w:r>
      <w:r w:rsidR="00181A35">
        <w:rPr>
          <w:spacing w:val="0"/>
          <w:position w:val="0"/>
          <w:szCs w:val="24"/>
        </w:rPr>
        <w:t xml:space="preserve">algatamata jätmise </w:t>
      </w:r>
      <w:r w:rsidR="00031BF2">
        <w:rPr>
          <w:spacing w:val="0"/>
          <w:position w:val="0"/>
          <w:szCs w:val="24"/>
        </w:rPr>
        <w:t>eelnõu.</w:t>
      </w:r>
      <w:r w:rsidR="00AB214F">
        <w:rPr>
          <w:spacing w:val="0"/>
          <w:position w:val="0"/>
          <w:szCs w:val="24"/>
        </w:rPr>
        <w:t xml:space="preserve"> </w:t>
      </w:r>
    </w:p>
    <w:p w14:paraId="016CBAA7" w14:textId="77777777" w:rsidR="00C016AC" w:rsidRDefault="00C016AC" w:rsidP="007C3F50">
      <w:pPr>
        <w:jc w:val="both"/>
        <w:rPr>
          <w:spacing w:val="0"/>
          <w:position w:val="0"/>
          <w:szCs w:val="24"/>
        </w:rPr>
      </w:pPr>
    </w:p>
    <w:p w14:paraId="5AE9B9AB" w14:textId="6B97B807" w:rsidR="00607986" w:rsidRDefault="00BA52C8" w:rsidP="007C3F50">
      <w:pPr>
        <w:jc w:val="both"/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t xml:space="preserve">Mäetehnilised tingimused </w:t>
      </w:r>
      <w:proofErr w:type="spellStart"/>
      <w:r>
        <w:rPr>
          <w:spacing w:val="0"/>
          <w:position w:val="0"/>
          <w:szCs w:val="24"/>
        </w:rPr>
        <w:t>Kikepera</w:t>
      </w:r>
      <w:proofErr w:type="spellEnd"/>
      <w:r>
        <w:rPr>
          <w:spacing w:val="0"/>
          <w:position w:val="0"/>
          <w:szCs w:val="24"/>
        </w:rPr>
        <w:t xml:space="preserve"> II </w:t>
      </w:r>
      <w:r w:rsidR="00E15EF4">
        <w:rPr>
          <w:spacing w:val="0"/>
          <w:position w:val="0"/>
          <w:szCs w:val="24"/>
        </w:rPr>
        <w:t>liivakarjääris lasuva maavara kaevandamiseks on</w:t>
      </w:r>
      <w:r w:rsidR="00ED6FFA">
        <w:rPr>
          <w:spacing w:val="0"/>
          <w:position w:val="0"/>
          <w:szCs w:val="24"/>
        </w:rPr>
        <w:t xml:space="preserve"> soodsad</w:t>
      </w:r>
      <w:r w:rsidR="00FE5497">
        <w:rPr>
          <w:spacing w:val="0"/>
          <w:position w:val="0"/>
          <w:szCs w:val="24"/>
        </w:rPr>
        <w:t>,</w:t>
      </w:r>
    </w:p>
    <w:p w14:paraId="49960A0C" w14:textId="7A63CFDA" w:rsidR="00FE5497" w:rsidRDefault="004448D9" w:rsidP="007C3F50">
      <w:pPr>
        <w:jc w:val="both"/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t xml:space="preserve">liivakarjääri piires ja lähiümbruses </w:t>
      </w:r>
      <w:r w:rsidR="003771F0">
        <w:rPr>
          <w:spacing w:val="0"/>
          <w:position w:val="0"/>
          <w:szCs w:val="24"/>
        </w:rPr>
        <w:t>puuduvad hoonestus ja kommunikatsioonid.</w:t>
      </w:r>
    </w:p>
    <w:p w14:paraId="158D6FAD" w14:textId="07E59200" w:rsidR="004C0FBC" w:rsidRDefault="004C6175" w:rsidP="007C3F50">
      <w:pPr>
        <w:jc w:val="both"/>
        <w:rPr>
          <w:spacing w:val="0"/>
          <w:position w:val="0"/>
          <w:szCs w:val="24"/>
        </w:rPr>
      </w:pPr>
      <w:proofErr w:type="spellStart"/>
      <w:r>
        <w:rPr>
          <w:spacing w:val="0"/>
          <w:position w:val="0"/>
          <w:szCs w:val="24"/>
        </w:rPr>
        <w:t>Pealmaakaevandamine</w:t>
      </w:r>
      <w:proofErr w:type="spellEnd"/>
      <w:r>
        <w:rPr>
          <w:spacing w:val="0"/>
          <w:position w:val="0"/>
          <w:szCs w:val="24"/>
        </w:rPr>
        <w:t xml:space="preserve"> </w:t>
      </w:r>
      <w:r w:rsidR="0039166F">
        <w:rPr>
          <w:spacing w:val="0"/>
          <w:position w:val="0"/>
          <w:szCs w:val="24"/>
        </w:rPr>
        <w:t xml:space="preserve">toimuks vähemal kui 25 hektarisel </w:t>
      </w:r>
      <w:r w:rsidR="005B459D">
        <w:rPr>
          <w:spacing w:val="0"/>
          <w:position w:val="0"/>
          <w:szCs w:val="24"/>
        </w:rPr>
        <w:t xml:space="preserve">pinnal ja keskkonnamõju hindamine </w:t>
      </w:r>
      <w:r w:rsidR="000146C9">
        <w:rPr>
          <w:spacing w:val="0"/>
          <w:position w:val="0"/>
          <w:szCs w:val="24"/>
        </w:rPr>
        <w:t xml:space="preserve">pole </w:t>
      </w:r>
      <w:proofErr w:type="spellStart"/>
      <w:r w:rsidR="000146C9">
        <w:rPr>
          <w:spacing w:val="0"/>
          <w:position w:val="0"/>
          <w:szCs w:val="24"/>
        </w:rPr>
        <w:t>see-tõttu</w:t>
      </w:r>
      <w:proofErr w:type="spellEnd"/>
      <w:r w:rsidR="000146C9">
        <w:rPr>
          <w:spacing w:val="0"/>
          <w:position w:val="0"/>
          <w:szCs w:val="24"/>
        </w:rPr>
        <w:t xml:space="preserve"> vajalik</w:t>
      </w:r>
      <w:r w:rsidR="00BD4670">
        <w:rPr>
          <w:spacing w:val="0"/>
          <w:position w:val="0"/>
          <w:szCs w:val="24"/>
        </w:rPr>
        <w:t>.</w:t>
      </w:r>
    </w:p>
    <w:p w14:paraId="67D7C2A6" w14:textId="77777777" w:rsidR="00ED6FFA" w:rsidRPr="00417D64" w:rsidRDefault="00ED6FFA" w:rsidP="007C3F50">
      <w:pPr>
        <w:jc w:val="both"/>
        <w:rPr>
          <w:spacing w:val="0"/>
          <w:position w:val="0"/>
          <w:szCs w:val="24"/>
        </w:rPr>
      </w:pPr>
    </w:p>
    <w:p w14:paraId="50C70919" w14:textId="1D9D1C05" w:rsidR="009C0F1D" w:rsidRDefault="009C0F1D" w:rsidP="00A86170">
      <w:pPr>
        <w:jc w:val="both"/>
        <w:rPr>
          <w:spacing w:val="0"/>
          <w:position w:val="0"/>
          <w:szCs w:val="24"/>
        </w:rPr>
      </w:pPr>
      <w:r w:rsidRPr="00DD3421">
        <w:rPr>
          <w:spacing w:val="0"/>
          <w:position w:val="0"/>
          <w:szCs w:val="24"/>
        </w:rPr>
        <w:t xml:space="preserve">RMK on tutvunud </w:t>
      </w:r>
      <w:proofErr w:type="spellStart"/>
      <w:r w:rsidR="00063503">
        <w:rPr>
          <w:spacing w:val="0"/>
          <w:position w:val="0"/>
          <w:szCs w:val="24"/>
        </w:rPr>
        <w:t>Kikepera</w:t>
      </w:r>
      <w:proofErr w:type="spellEnd"/>
      <w:r w:rsidR="00063503">
        <w:rPr>
          <w:spacing w:val="0"/>
          <w:position w:val="0"/>
          <w:szCs w:val="24"/>
        </w:rPr>
        <w:t xml:space="preserve"> II </w:t>
      </w:r>
      <w:r w:rsidR="005959AE">
        <w:rPr>
          <w:spacing w:val="0"/>
          <w:position w:val="0"/>
          <w:szCs w:val="24"/>
        </w:rPr>
        <w:t>liivakarjääri maavara kaevandamise</w:t>
      </w:r>
      <w:r w:rsidR="00B0019A">
        <w:rPr>
          <w:spacing w:val="0"/>
          <w:position w:val="0"/>
          <w:szCs w:val="24"/>
        </w:rPr>
        <w:t xml:space="preserve"> keskkonnaloa </w:t>
      </w:r>
      <w:r w:rsidR="00D76394">
        <w:rPr>
          <w:spacing w:val="0"/>
          <w:position w:val="0"/>
          <w:szCs w:val="24"/>
        </w:rPr>
        <w:t xml:space="preserve">taotlusele keskkonnamõju hindamise </w:t>
      </w:r>
      <w:r w:rsidR="00F75F1D">
        <w:rPr>
          <w:spacing w:val="0"/>
          <w:position w:val="0"/>
          <w:szCs w:val="24"/>
        </w:rPr>
        <w:t>algatamata jätmise eelnõuga</w:t>
      </w:r>
      <w:r>
        <w:rPr>
          <w:spacing w:val="0"/>
          <w:position w:val="0"/>
          <w:szCs w:val="24"/>
        </w:rPr>
        <w:t xml:space="preserve"> </w:t>
      </w:r>
      <w:r w:rsidR="00CB0965">
        <w:rPr>
          <w:spacing w:val="0"/>
          <w:position w:val="0"/>
          <w:szCs w:val="24"/>
        </w:rPr>
        <w:t>.</w:t>
      </w:r>
    </w:p>
    <w:p w14:paraId="1230399C" w14:textId="285E3705" w:rsidR="00CB0965" w:rsidRDefault="00CB0965" w:rsidP="00A86170">
      <w:pPr>
        <w:jc w:val="both"/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t>Nõustume keskkonna</w:t>
      </w:r>
      <w:r w:rsidR="000C4D48">
        <w:rPr>
          <w:spacing w:val="0"/>
          <w:position w:val="0"/>
          <w:szCs w:val="24"/>
        </w:rPr>
        <w:t>mõju hindamise algatamata jätmisega</w:t>
      </w:r>
      <w:r w:rsidR="00C20AAB">
        <w:rPr>
          <w:spacing w:val="0"/>
          <w:position w:val="0"/>
          <w:szCs w:val="24"/>
        </w:rPr>
        <w:t xml:space="preserve"> , kuna kavandatava tegevusega ei kaasne eeldatavalt </w:t>
      </w:r>
      <w:r w:rsidR="004F2BCA">
        <w:rPr>
          <w:spacing w:val="0"/>
          <w:position w:val="0"/>
          <w:szCs w:val="24"/>
        </w:rPr>
        <w:t>olulist keskkonnamõju.</w:t>
      </w:r>
    </w:p>
    <w:p w14:paraId="0B49E12A" w14:textId="77777777" w:rsidR="009C0F1D" w:rsidRPr="00417D64" w:rsidRDefault="009C0F1D" w:rsidP="007C3F50">
      <w:pPr>
        <w:jc w:val="both"/>
        <w:rPr>
          <w:spacing w:val="0"/>
          <w:position w:val="0"/>
          <w:szCs w:val="24"/>
        </w:rPr>
      </w:pPr>
    </w:p>
    <w:p w14:paraId="7EB3A14E" w14:textId="77777777" w:rsidR="007C3F50" w:rsidRPr="00417D64" w:rsidRDefault="007C3F50" w:rsidP="007C3F50">
      <w:pPr>
        <w:jc w:val="both"/>
        <w:rPr>
          <w:spacing w:val="0"/>
          <w:position w:val="0"/>
          <w:szCs w:val="24"/>
        </w:rPr>
      </w:pPr>
    </w:p>
    <w:p w14:paraId="37E9C4DA" w14:textId="77777777" w:rsidR="007C3F50" w:rsidRDefault="007C3F50" w:rsidP="007B7275">
      <w:pPr>
        <w:rPr>
          <w:spacing w:val="0"/>
          <w:position w:val="0"/>
        </w:rPr>
      </w:pPr>
    </w:p>
    <w:p w14:paraId="7A2DB8B4" w14:textId="77777777" w:rsidR="00E85637" w:rsidRDefault="00E85637"/>
    <w:p w14:paraId="4713C5C1" w14:textId="77777777" w:rsidR="00E85637" w:rsidRDefault="00E85637">
      <w:pPr>
        <w:rPr>
          <w:sz w:val="18"/>
        </w:rPr>
      </w:pPr>
    </w:p>
    <w:p w14:paraId="5C965A66" w14:textId="77777777" w:rsidR="00E85637" w:rsidRDefault="00E85637">
      <w:pPr>
        <w:sectPr w:rsidR="00E85637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AC3FD6B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BDDF7B1" w14:textId="77777777" w:rsidR="00E85637" w:rsidRDefault="00E85637"/>
    <w:p w14:paraId="1D742B07" w14:textId="77777777" w:rsidR="00E85637" w:rsidRDefault="00E85637"/>
    <w:p w14:paraId="0CA36A56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43320F5" w14:textId="77777777" w:rsidR="00E85637" w:rsidRDefault="00E85637"/>
    <w:p w14:paraId="68844E4A" w14:textId="77777777" w:rsidR="00E85637" w:rsidRDefault="00E85637"/>
    <w:p w14:paraId="36BC4D51" w14:textId="1F4BA379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92227D">
        <w:rPr>
          <w:spacing w:val="0"/>
          <w:position w:val="0"/>
        </w:rPr>
      </w:r>
      <w:r w:rsidR="0092227D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0EEED7F" w14:textId="77777777" w:rsidR="00E85637" w:rsidRDefault="00E85637"/>
    <w:p w14:paraId="191A0F82" w14:textId="77777777" w:rsidR="00E85637" w:rsidRDefault="00E85637">
      <w:pPr>
        <w:rPr>
          <w:sz w:val="14"/>
        </w:rPr>
      </w:pPr>
    </w:p>
    <w:p w14:paraId="17D1B722" w14:textId="77777777" w:rsidR="00E85637" w:rsidRDefault="00E85637">
      <w:pPr>
        <w:rPr>
          <w:sz w:val="2"/>
        </w:rPr>
      </w:pPr>
    </w:p>
    <w:p w14:paraId="636B6313" w14:textId="453C3C47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3" w:name="Text30"/>
      <w:r>
        <w:instrText xml:space="preserve"> FORMTEXT </w:instrText>
      </w:r>
      <w:r>
        <w:fldChar w:fldCharType="separate"/>
      </w:r>
      <w:r w:rsidR="00E10BA9">
        <w:rPr>
          <w:noProof/>
        </w:rPr>
        <w:t>Heiki Ärm</w:t>
      </w:r>
      <w:r>
        <w:fldChar w:fldCharType="end"/>
      </w:r>
      <w:bookmarkEnd w:id="3"/>
    </w:p>
    <w:p w14:paraId="29C4B3EF" w14:textId="6D610642" w:rsidR="00E85637" w:rsidRDefault="000235AF">
      <w:r>
        <w:t>Edela regiooni metsaülem</w:t>
      </w:r>
    </w:p>
    <w:p w14:paraId="7A379E1B" w14:textId="77777777" w:rsidR="00E85637" w:rsidRDefault="00E85637"/>
    <w:p w14:paraId="42B95A2F" w14:textId="77777777" w:rsidR="00E85637" w:rsidRDefault="00E85637"/>
    <w:p w14:paraId="5BC597F6" w14:textId="48365DB2" w:rsidR="00E85637" w:rsidRDefault="005F326C">
      <w:r>
        <w:t>50</w:t>
      </w:r>
      <w:r w:rsidR="00910EE1">
        <w:t> 314 23</w:t>
      </w:r>
      <w:r w:rsidR="00B7608B"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 w:rsidR="00B7608B">
        <w:instrText xml:space="preserve"> FORMTEXT </w:instrText>
      </w:r>
      <w:r w:rsidR="00B7608B">
        <w:fldChar w:fldCharType="separate"/>
      </w:r>
      <w:r w:rsidR="00AB01DB">
        <w:t> </w:t>
      </w:r>
      <w:r w:rsidR="00AB01DB">
        <w:t> </w:t>
      </w:r>
      <w:r w:rsidR="00AB01DB">
        <w:t> </w:t>
      </w:r>
      <w:r w:rsidR="00AB01DB">
        <w:t> </w:t>
      </w:r>
      <w:r w:rsidR="00AB01DB">
        <w:t> </w:t>
      </w:r>
      <w:r w:rsidR="00B7608B">
        <w:fldChar w:fldCharType="end"/>
      </w:r>
    </w:p>
    <w:p w14:paraId="46639EDE" w14:textId="77777777" w:rsidR="00E85637" w:rsidRDefault="00E85637"/>
    <w:p w14:paraId="76D29711" w14:textId="77777777" w:rsidR="00E85637" w:rsidRDefault="00E85637"/>
    <w:p w14:paraId="07FA6103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4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2B68710E" w14:textId="77777777" w:rsidR="00E85637" w:rsidRDefault="00E85637"/>
    <w:p w14:paraId="60C5EC11" w14:textId="77777777" w:rsidR="00E85637" w:rsidRDefault="00E85637"/>
    <w:p w14:paraId="23FE3B0B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2BD9EE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5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 w:rsidR="00A9445B">
        <w:t xml:space="preserve"> </w:t>
      </w:r>
    </w:p>
    <w:sectPr w:rsidR="00356C40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3A3D5" w14:textId="77777777" w:rsidR="00877F68" w:rsidRDefault="00877F68">
      <w:r>
        <w:separator/>
      </w:r>
    </w:p>
  </w:endnote>
  <w:endnote w:type="continuationSeparator" w:id="0">
    <w:p w14:paraId="47145661" w14:textId="77777777" w:rsidR="00877F68" w:rsidRDefault="0087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AF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94FC6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B8ED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DF0F2" w14:textId="77777777" w:rsidR="00877F68" w:rsidRDefault="00877F68">
      <w:r>
        <w:separator/>
      </w:r>
    </w:p>
  </w:footnote>
  <w:footnote w:type="continuationSeparator" w:id="0">
    <w:p w14:paraId="4585227F" w14:textId="77777777" w:rsidR="00877F68" w:rsidRDefault="00877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C542" w14:textId="79110929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3C0F8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CF8B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87CF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950935608">
    <w:abstractNumId w:val="0"/>
  </w:num>
  <w:num w:numId="2" w16cid:durableId="24133180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D5C"/>
    <w:rsid w:val="000146C9"/>
    <w:rsid w:val="000235AF"/>
    <w:rsid w:val="00031BF2"/>
    <w:rsid w:val="00057FC6"/>
    <w:rsid w:val="00063503"/>
    <w:rsid w:val="000C4D48"/>
    <w:rsid w:val="000D31BC"/>
    <w:rsid w:val="0015432F"/>
    <w:rsid w:val="00181A35"/>
    <w:rsid w:val="00187A2D"/>
    <w:rsid w:val="001956F4"/>
    <w:rsid w:val="001D139F"/>
    <w:rsid w:val="001E159B"/>
    <w:rsid w:val="001E574A"/>
    <w:rsid w:val="00231DFB"/>
    <w:rsid w:val="00233BED"/>
    <w:rsid w:val="002A3759"/>
    <w:rsid w:val="002D0491"/>
    <w:rsid w:val="00305761"/>
    <w:rsid w:val="00311328"/>
    <w:rsid w:val="00326150"/>
    <w:rsid w:val="00356C40"/>
    <w:rsid w:val="003771F0"/>
    <w:rsid w:val="0039166F"/>
    <w:rsid w:val="003960E2"/>
    <w:rsid w:val="003A08B0"/>
    <w:rsid w:val="003C0F8C"/>
    <w:rsid w:val="00436506"/>
    <w:rsid w:val="004448D9"/>
    <w:rsid w:val="00491E34"/>
    <w:rsid w:val="004C0FBC"/>
    <w:rsid w:val="004C6175"/>
    <w:rsid w:val="004F2BCA"/>
    <w:rsid w:val="005638FC"/>
    <w:rsid w:val="005959AE"/>
    <w:rsid w:val="005B459D"/>
    <w:rsid w:val="005D2ED0"/>
    <w:rsid w:val="005F326C"/>
    <w:rsid w:val="00607986"/>
    <w:rsid w:val="00661772"/>
    <w:rsid w:val="006E3FD1"/>
    <w:rsid w:val="006E679D"/>
    <w:rsid w:val="00704BBF"/>
    <w:rsid w:val="00710F84"/>
    <w:rsid w:val="007B7275"/>
    <w:rsid w:val="007C3F50"/>
    <w:rsid w:val="007E0D20"/>
    <w:rsid w:val="007F482F"/>
    <w:rsid w:val="007F68A8"/>
    <w:rsid w:val="00814C24"/>
    <w:rsid w:val="00845FCB"/>
    <w:rsid w:val="00877F68"/>
    <w:rsid w:val="008B1038"/>
    <w:rsid w:val="008C0A3A"/>
    <w:rsid w:val="008E587B"/>
    <w:rsid w:val="00910EE1"/>
    <w:rsid w:val="009C0F1D"/>
    <w:rsid w:val="009D3F3A"/>
    <w:rsid w:val="009E6ABE"/>
    <w:rsid w:val="00A475F2"/>
    <w:rsid w:val="00A86170"/>
    <w:rsid w:val="00A9445B"/>
    <w:rsid w:val="00AA6DA9"/>
    <w:rsid w:val="00AB01DB"/>
    <w:rsid w:val="00AB214F"/>
    <w:rsid w:val="00AD7AC9"/>
    <w:rsid w:val="00B0019A"/>
    <w:rsid w:val="00B7608B"/>
    <w:rsid w:val="00B84798"/>
    <w:rsid w:val="00BA52C8"/>
    <w:rsid w:val="00BD4670"/>
    <w:rsid w:val="00BF0803"/>
    <w:rsid w:val="00C016AC"/>
    <w:rsid w:val="00C20AAB"/>
    <w:rsid w:val="00C32B5E"/>
    <w:rsid w:val="00C45D18"/>
    <w:rsid w:val="00C52479"/>
    <w:rsid w:val="00C67247"/>
    <w:rsid w:val="00CB0965"/>
    <w:rsid w:val="00CB53C6"/>
    <w:rsid w:val="00CF0857"/>
    <w:rsid w:val="00D55F9B"/>
    <w:rsid w:val="00D57CD8"/>
    <w:rsid w:val="00D76394"/>
    <w:rsid w:val="00D93D5C"/>
    <w:rsid w:val="00E10BA9"/>
    <w:rsid w:val="00E15EF4"/>
    <w:rsid w:val="00E270D5"/>
    <w:rsid w:val="00E85637"/>
    <w:rsid w:val="00EC5BAE"/>
    <w:rsid w:val="00ED6FFA"/>
    <w:rsid w:val="00F04FCF"/>
    <w:rsid w:val="00F21973"/>
    <w:rsid w:val="00F75F1D"/>
    <w:rsid w:val="00F94062"/>
    <w:rsid w:val="00F9615E"/>
    <w:rsid w:val="00FB042C"/>
    <w:rsid w:val="00FE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5492E"/>
  <w15:docId w15:val="{935C1DF5-9AA0-44CF-AA9A-87B8AB43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kia\Downloads\kirjaplank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9" ma:contentTypeDescription="Create a new document." ma:contentTypeScope="" ma:versionID="b96631813dfbc7f01487870feb363b5c">
  <xsd:schema xmlns:xsd="http://www.w3.org/2001/XMLSchema" xmlns:xs="http://www.w3.org/2001/XMLSchema" xmlns:p="http://schemas.microsoft.com/office/2006/metadata/properties" xmlns:ns3="3b9ebb5b-32c4-4bac-adc3-9c6b20a212e0" targetNamespace="http://schemas.microsoft.com/office/2006/metadata/properties" ma:root="true" ma:fieldsID="f52c8909d7acbde93f76d3d3b0a13e0d" ns3:_=""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B9F25-C39D-4113-9FEC-FFA839F2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E889B-3168-4CC1-99AA-27686BD1665D}">
  <ds:schemaRefs>
    <ds:schemaRef ds:uri="3b9ebb5b-32c4-4bac-adc3-9c6b20a212e0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197219D-5940-474B-9DAB-445EF424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(3)</Template>
  <TotalTime>4</TotalTime>
  <Pages>2</Pages>
  <Words>176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1196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Heiki Ärm</dc:creator>
  <dc:description>Ver 6.0, 11.2018</dc:description>
  <cp:lastModifiedBy>Heiki Ärm</cp:lastModifiedBy>
  <cp:revision>2</cp:revision>
  <cp:lastPrinted>2024-10-08T06:39:00Z</cp:lastPrinted>
  <dcterms:created xsi:type="dcterms:W3CDTF">2024-10-08T06:41:00Z</dcterms:created>
  <dcterms:modified xsi:type="dcterms:W3CDTF">2024-10-08T06:41:00Z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